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399D" w:rsidRDefault="00E6485F">
      <w:r>
        <w:t xml:space="preserve">Last week Room 10 were buzzing, we were waiting anxiously, room 12 passed by with smirks on their faces as we were entering the hall… IT WAS CIRCUS WORKSHOP TIME!!! We sat down in front of George, The main circus guy (in my opinion). </w:t>
      </w:r>
    </w:p>
    <w:p w:rsidR="00D0399D" w:rsidRDefault="00E6485F">
      <w:r>
        <w:t xml:space="preserve">Then The Music started playing. George told us what we were going to do in the extremely short session. We started off with a warm up: We walked around the room, using the space wisely, and we had to get in a group, no more than three, and did what he said such as: “three toes touching!” George would say and then we would put in three toes so that they were touching (obviously). Then George’s wonderful assistant (He calls her), Lil sat us back down and we started doing some absurd stretches. Then we were split into two groups and my group (group 2), did </w:t>
      </w:r>
      <w:proofErr w:type="spellStart"/>
      <w:r>
        <w:t>acrobalance</w:t>
      </w:r>
      <w:proofErr w:type="spellEnd"/>
      <w:r>
        <w:t xml:space="preserve"> </w:t>
      </w:r>
      <w:r w:rsidR="00D0399D">
        <w:t xml:space="preserve">with Lil </w:t>
      </w:r>
      <w:r>
        <w:t xml:space="preserve">first. </w:t>
      </w:r>
    </w:p>
    <w:p w:rsidR="008230C4" w:rsidRDefault="00E6485F">
      <w:proofErr w:type="spellStart"/>
      <w:r>
        <w:t>Acrobalance</w:t>
      </w:r>
      <w:proofErr w:type="spellEnd"/>
      <w:r>
        <w:t xml:space="preserve"> were things like balancing people on top of one another </w:t>
      </w:r>
      <w:r w:rsidR="00D0399D">
        <w:t xml:space="preserve"> using your arms and legs for example: The Bunk Bed, One person lies down flat with their arms straight up, Next the second person puts their hands around their ankles in the same position (but facing downwards) and vice versa. After about 10 minutes with about 4 activities, our group went to George and we learnt to do some tricks: Slap-stick and Miming. 10 minutes full of enjoyment flung by so quickly and I found myself exiting the hall in exchange for morning tea. But our fun wasn’t over yet!</w:t>
      </w:r>
      <w:r w:rsidR="008230C4">
        <w:t xml:space="preserve"> </w:t>
      </w:r>
    </w:p>
    <w:p w:rsidR="008230C4" w:rsidRDefault="008230C4">
      <w:r>
        <w:t xml:space="preserve">After Morning Tea George and Lil put on a show for the rest of the school this time, they put all and every trick into action! George was swinging his hat around, acting, laughing and moving swiftly around the stage. George was the </w:t>
      </w:r>
      <w:proofErr w:type="gramStart"/>
      <w:r>
        <w:t>funniest</w:t>
      </w:r>
      <w:proofErr w:type="gramEnd"/>
      <w:r>
        <w:t xml:space="preserve"> of the two</w:t>
      </w:r>
      <w:r w:rsidR="00E535E7">
        <w:t xml:space="preserve"> but that’s his job! Lil was so </w:t>
      </w:r>
      <w:proofErr w:type="gramStart"/>
      <w:r w:rsidR="00E535E7">
        <w:t>flexible  doing</w:t>
      </w:r>
      <w:proofErr w:type="gramEnd"/>
      <w:r w:rsidR="00E535E7">
        <w:t xml:space="preserve"> all those tricks on that hoop it must’ve been hard twisting, flipping and curling herself into the weirdest positions.  I enjoyed that day so much, it was one of my favourite days I’ve ever had!</w:t>
      </w:r>
    </w:p>
    <w:p w:rsidR="00E535E7" w:rsidRDefault="00E535E7"/>
    <w:p w:rsidR="00E535E7" w:rsidRDefault="00E535E7">
      <w:r>
        <w:t>By Thomas</w:t>
      </w:r>
      <w:bookmarkStart w:id="0" w:name="_GoBack"/>
      <w:bookmarkEnd w:id="0"/>
    </w:p>
    <w:sectPr w:rsidR="00E535E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85F"/>
    <w:rsid w:val="005816D0"/>
    <w:rsid w:val="006D521B"/>
    <w:rsid w:val="008230C4"/>
    <w:rsid w:val="00C806D5"/>
    <w:rsid w:val="00D0399D"/>
    <w:rsid w:val="00E535E7"/>
    <w:rsid w:val="00E6485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B3BF62E0</Template>
  <TotalTime>33</TotalTime>
  <Pages>1</Pages>
  <Words>283</Words>
  <Characters>1615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u_wkstn0001</dc:creator>
  <cp:keywords/>
  <dc:description/>
  <cp:lastModifiedBy>u_wkstn0001</cp:lastModifiedBy>
  <cp:revision>2</cp:revision>
  <dcterms:created xsi:type="dcterms:W3CDTF">2012-05-21T00:13:00Z</dcterms:created>
  <dcterms:modified xsi:type="dcterms:W3CDTF">2012-05-27T23:15:00Z</dcterms:modified>
</cp:coreProperties>
</file>